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B3" w:rsidRPr="009006B3" w:rsidRDefault="009006B3" w:rsidP="009006B3">
      <w:pPr>
        <w:spacing w:line="240" w:lineRule="exact"/>
        <w:rPr>
          <w:sz w:val="22"/>
          <w:szCs w:val="22"/>
        </w:rPr>
      </w:pPr>
    </w:p>
    <w:p w:rsidR="009006B3" w:rsidRPr="009006B3" w:rsidRDefault="009006B3" w:rsidP="009006B3">
      <w:pPr>
        <w:spacing w:before="80" w:line="240" w:lineRule="exact"/>
        <w:rPr>
          <w:sz w:val="22"/>
          <w:szCs w:val="22"/>
        </w:rPr>
      </w:pPr>
    </w:p>
    <w:p w:rsidR="009006B3" w:rsidRPr="009006B3" w:rsidRDefault="009006B3" w:rsidP="009006B3">
      <w:pPr>
        <w:jc w:val="center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選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挙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公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報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掲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載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申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請</w:t>
      </w:r>
      <w:r w:rsidRPr="009006B3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書</w:t>
      </w:r>
    </w:p>
    <w:p w:rsidR="009006B3" w:rsidRDefault="009006B3" w:rsidP="00A57946">
      <w:pPr>
        <w:spacing w:before="60" w:line="240" w:lineRule="exact"/>
        <w:rPr>
          <w:sz w:val="22"/>
          <w:szCs w:val="22"/>
        </w:rPr>
      </w:pPr>
    </w:p>
    <w:p w:rsidR="009006B3" w:rsidRPr="00A57946" w:rsidRDefault="009006B3" w:rsidP="009006B3">
      <w:pPr>
        <w:jc w:val="right"/>
        <w:rPr>
          <w:spacing w:val="-2"/>
          <w:sz w:val="22"/>
          <w:szCs w:val="22"/>
        </w:rPr>
      </w:pPr>
      <w:r w:rsidRPr="00A57946">
        <w:rPr>
          <w:rFonts w:hint="eastAsia"/>
          <w:spacing w:val="-2"/>
          <w:sz w:val="22"/>
          <w:szCs w:val="22"/>
        </w:rPr>
        <w:t xml:space="preserve">年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 xml:space="preserve">月　　　</w:t>
      </w:r>
      <w:r w:rsidR="00A57946" w:rsidRPr="00A57946">
        <w:rPr>
          <w:spacing w:val="-2"/>
          <w:sz w:val="22"/>
          <w:szCs w:val="22"/>
        </w:rPr>
        <w:t xml:space="preserve"> </w:t>
      </w:r>
      <w:r w:rsidRPr="00A57946">
        <w:rPr>
          <w:rFonts w:hint="eastAsia"/>
          <w:spacing w:val="-2"/>
          <w:sz w:val="22"/>
          <w:szCs w:val="22"/>
        </w:rPr>
        <w:t>日</w:t>
      </w:r>
      <w:r w:rsidR="00A57946" w:rsidRPr="00A57946">
        <w:rPr>
          <w:spacing w:val="-2"/>
          <w:sz w:val="22"/>
          <w:szCs w:val="22"/>
        </w:rPr>
        <w:t xml:space="preserve"> </w:t>
      </w:r>
    </w:p>
    <w:p w:rsidR="009006B3" w:rsidRDefault="009006B3" w:rsidP="009006B3">
      <w:pPr>
        <w:rPr>
          <w:sz w:val="22"/>
          <w:szCs w:val="22"/>
        </w:rPr>
      </w:pP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Default="00663CFA" w:rsidP="00AE587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今別</w:t>
      </w:r>
      <w:r w:rsidR="009006B3" w:rsidRPr="009006B3">
        <w:rPr>
          <w:rFonts w:hint="eastAsia"/>
          <w:sz w:val="22"/>
          <w:szCs w:val="22"/>
        </w:rPr>
        <w:t>町選挙管理委員会</w:t>
      </w:r>
      <w:r w:rsidR="00AE587A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AE587A">
        <w:rPr>
          <w:rFonts w:hint="eastAsia"/>
          <w:sz w:val="22"/>
          <w:szCs w:val="22"/>
        </w:rPr>
        <w:t>委員長</w:t>
      </w:r>
      <w:r w:rsidR="009006B3" w:rsidRPr="009006B3">
        <w:rPr>
          <w:rFonts w:hint="eastAsia"/>
          <w:sz w:val="22"/>
          <w:szCs w:val="22"/>
        </w:rPr>
        <w:t xml:space="preserve">　殿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A57946" w:rsidRPr="009006B3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A57946" w:rsidP="00A57946">
      <w:pPr>
        <w:spacing w:before="120"/>
        <w:jc w:val="righ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年　　月　　日執行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　　　　　　　</w:t>
      </w:r>
      <w:r w:rsidR="009006B3" w:rsidRPr="009006B3">
        <w:rPr>
          <w:rFonts w:hint="eastAsia"/>
          <w:sz w:val="22"/>
          <w:szCs w:val="22"/>
        </w:rPr>
        <w:t>選挙</w:t>
      </w:r>
      <w:r>
        <w:rPr>
          <w:rFonts w:hint="eastAsia"/>
          <w:sz w:val="22"/>
          <w:szCs w:val="22"/>
        </w:rPr>
        <w:t xml:space="preserve">　　</w:t>
      </w:r>
    </w:p>
    <w:p w:rsidR="00A57946" w:rsidRDefault="00A57946" w:rsidP="00A57946">
      <w:pPr>
        <w:spacing w:before="80" w:line="240" w:lineRule="exact"/>
        <w:rPr>
          <w:sz w:val="22"/>
          <w:szCs w:val="22"/>
        </w:rPr>
      </w:pPr>
    </w:p>
    <w:p w:rsidR="00A57946" w:rsidRPr="009006B3" w:rsidRDefault="00A57946" w:rsidP="00A57946">
      <w:pPr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 xml:space="preserve">　　　　　　　　　　　　　　</w:t>
      </w:r>
      <w:r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候補者　住　所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A57946" w:rsidP="00663CFA">
      <w:pPr>
        <w:spacing w:before="60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 xml:space="preserve">　　　　</w:t>
      </w:r>
      <w:r w:rsidRPr="009006B3">
        <w:rPr>
          <w:rFonts w:hint="eastAsia"/>
          <w:sz w:val="22"/>
          <w:szCs w:val="22"/>
        </w:rPr>
        <w:t xml:space="preserve">　　　　　　　　　　</w:t>
      </w:r>
      <w:r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氏　名</w:t>
      </w:r>
      <w:r>
        <w:rPr>
          <w:rFonts w:hint="eastAsia"/>
          <w:sz w:val="22"/>
          <w:szCs w:val="22"/>
        </w:rPr>
        <w:t xml:space="preserve">　　　　　　　　　　　　　　　　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Pr="00A57946" w:rsidRDefault="009006B3" w:rsidP="00663CFA">
      <w:pPr>
        <w:rPr>
          <w:spacing w:val="-2"/>
          <w:sz w:val="22"/>
          <w:szCs w:val="22"/>
        </w:rPr>
      </w:pPr>
      <w:r w:rsidRPr="009006B3">
        <w:rPr>
          <w:rFonts w:hint="eastAsia"/>
          <w:sz w:val="22"/>
          <w:szCs w:val="22"/>
        </w:rPr>
        <w:t xml:space="preserve">　</w:t>
      </w:r>
      <w:r w:rsidRPr="00A57946">
        <w:rPr>
          <w:rFonts w:hint="eastAsia"/>
          <w:spacing w:val="-2"/>
          <w:sz w:val="22"/>
          <w:szCs w:val="22"/>
        </w:rPr>
        <w:t>選挙公報に掲載文の掲載を受けたいので</w:t>
      </w:r>
      <w:r w:rsidR="00A57946" w:rsidRPr="00A57946">
        <w:rPr>
          <w:rFonts w:hint="eastAsia"/>
          <w:spacing w:val="20"/>
          <w:sz w:val="22"/>
          <w:szCs w:val="22"/>
        </w:rPr>
        <w:t>、</w:t>
      </w:r>
      <w:r w:rsidR="00663CFA">
        <w:rPr>
          <w:rFonts w:hint="eastAsia"/>
          <w:spacing w:val="-2"/>
          <w:sz w:val="22"/>
          <w:szCs w:val="22"/>
        </w:rPr>
        <w:t>今別</w:t>
      </w:r>
      <w:r w:rsidRPr="00A57946">
        <w:rPr>
          <w:rFonts w:hint="eastAsia"/>
          <w:spacing w:val="-2"/>
          <w:sz w:val="22"/>
          <w:szCs w:val="22"/>
        </w:rPr>
        <w:t>町選挙公報の</w:t>
      </w:r>
      <w:r w:rsidRPr="00A57946">
        <w:rPr>
          <w:rFonts w:hint="eastAsia"/>
          <w:sz w:val="22"/>
          <w:szCs w:val="22"/>
        </w:rPr>
        <w:t>発行に関する条例第</w:t>
      </w:r>
      <w:r w:rsidR="00A57946" w:rsidRPr="00A57946">
        <w:rPr>
          <w:rFonts w:hint="eastAsia"/>
          <w:sz w:val="22"/>
          <w:szCs w:val="22"/>
        </w:rPr>
        <w:t>３</w:t>
      </w:r>
      <w:r w:rsidRPr="00A57946">
        <w:rPr>
          <w:rFonts w:hint="eastAsia"/>
          <w:sz w:val="22"/>
          <w:szCs w:val="22"/>
        </w:rPr>
        <w:t>条第</w:t>
      </w:r>
      <w:r w:rsidR="00A57946" w:rsidRPr="00A57946">
        <w:rPr>
          <w:rFonts w:hint="eastAsia"/>
          <w:sz w:val="22"/>
          <w:szCs w:val="22"/>
        </w:rPr>
        <w:t>１</w:t>
      </w:r>
      <w:r w:rsidRPr="00A57946">
        <w:rPr>
          <w:rFonts w:hint="eastAsia"/>
          <w:sz w:val="22"/>
          <w:szCs w:val="22"/>
        </w:rPr>
        <w:t>項</w:t>
      </w:r>
    </w:p>
    <w:p w:rsidR="009006B3" w:rsidRPr="009006B3" w:rsidRDefault="009006B3" w:rsidP="009006B3">
      <w:pPr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の規定により、次のとおり申請します。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9006B3" w:rsidP="00A57946">
      <w:pPr>
        <w:jc w:val="center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記</w:t>
      </w:r>
    </w:p>
    <w:p w:rsidR="00A57946" w:rsidRDefault="00A57946" w:rsidP="00A57946">
      <w:pPr>
        <w:spacing w:line="240" w:lineRule="exact"/>
        <w:rPr>
          <w:sz w:val="22"/>
          <w:szCs w:val="22"/>
        </w:rPr>
      </w:pPr>
    </w:p>
    <w:p w:rsidR="009006B3" w:rsidRPr="009006B3" w:rsidRDefault="009006B3" w:rsidP="00A57946">
      <w:pPr>
        <w:spacing w:before="60" w:line="340" w:lineRule="exac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 xml:space="preserve">１　掲載文　</w:t>
      </w:r>
      <w:r w:rsidR="00A57946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別紙（２通）のとおり</w:t>
      </w:r>
    </w:p>
    <w:p w:rsidR="00A57946" w:rsidRDefault="00A57946" w:rsidP="00A57946">
      <w:pPr>
        <w:spacing w:line="340" w:lineRule="exact"/>
        <w:rPr>
          <w:sz w:val="22"/>
          <w:szCs w:val="22"/>
        </w:rPr>
      </w:pPr>
    </w:p>
    <w:p w:rsidR="009006B3" w:rsidRPr="009006B3" w:rsidRDefault="009006B3" w:rsidP="00A57946">
      <w:pPr>
        <w:spacing w:line="340" w:lineRule="exac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 xml:space="preserve">２　写　真　</w:t>
      </w:r>
      <w:r w:rsidR="00A57946">
        <w:rPr>
          <w:sz w:val="22"/>
          <w:szCs w:val="22"/>
        </w:rPr>
        <w:t xml:space="preserve"> </w:t>
      </w:r>
      <w:r w:rsidRPr="009006B3">
        <w:rPr>
          <w:rFonts w:hint="eastAsia"/>
          <w:sz w:val="22"/>
          <w:szCs w:val="22"/>
        </w:rPr>
        <w:t>別紙（２通）のとおり</w:t>
      </w:r>
    </w:p>
    <w:p w:rsidR="00A57946" w:rsidRDefault="00A57946" w:rsidP="00A57946">
      <w:pPr>
        <w:spacing w:line="340" w:lineRule="exact"/>
        <w:rPr>
          <w:sz w:val="22"/>
          <w:szCs w:val="22"/>
        </w:rPr>
      </w:pPr>
    </w:p>
    <w:p w:rsidR="009006B3" w:rsidRPr="009006B3" w:rsidRDefault="009006B3" w:rsidP="00A57946">
      <w:pPr>
        <w:spacing w:line="340" w:lineRule="exac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３　連絡先責任者氏名</w:t>
      </w:r>
      <w:r w:rsidR="00A57946">
        <w:rPr>
          <w:rFonts w:hint="eastAsia"/>
          <w:sz w:val="22"/>
          <w:szCs w:val="22"/>
        </w:rPr>
        <w:t xml:space="preserve">　　　　</w:t>
      </w:r>
      <w:r w:rsidR="00A57946">
        <w:rPr>
          <w:sz w:val="22"/>
          <w:szCs w:val="22"/>
        </w:rPr>
        <w:t xml:space="preserve"> </w:t>
      </w:r>
      <w:r w:rsidR="00A57946" w:rsidRPr="00A57946"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p w:rsidR="00A57946" w:rsidRDefault="00A57946" w:rsidP="00A57946">
      <w:pPr>
        <w:spacing w:line="340" w:lineRule="exact"/>
        <w:rPr>
          <w:sz w:val="22"/>
          <w:szCs w:val="22"/>
        </w:rPr>
      </w:pPr>
    </w:p>
    <w:p w:rsidR="00371D45" w:rsidRPr="009006B3" w:rsidRDefault="009006B3" w:rsidP="00A57946">
      <w:pPr>
        <w:spacing w:line="340" w:lineRule="exact"/>
        <w:rPr>
          <w:sz w:val="22"/>
          <w:szCs w:val="22"/>
        </w:rPr>
      </w:pPr>
      <w:r w:rsidRPr="009006B3">
        <w:rPr>
          <w:rFonts w:hint="eastAsia"/>
          <w:sz w:val="22"/>
          <w:szCs w:val="22"/>
        </w:rPr>
        <w:t>４　連絡先電話番号</w:t>
      </w:r>
      <w:r w:rsidR="00A57946">
        <w:rPr>
          <w:rFonts w:hint="eastAsia"/>
          <w:sz w:val="22"/>
          <w:szCs w:val="22"/>
        </w:rPr>
        <w:t xml:space="preserve">　　　　　</w:t>
      </w:r>
      <w:r w:rsidR="00A57946">
        <w:rPr>
          <w:sz w:val="22"/>
          <w:szCs w:val="22"/>
        </w:rPr>
        <w:t xml:space="preserve"> </w:t>
      </w:r>
      <w:r w:rsidR="00A57946" w:rsidRPr="00A57946"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p w:rsidR="00371D45" w:rsidRPr="009006B3" w:rsidRDefault="00371D45">
      <w:pPr>
        <w:rPr>
          <w:sz w:val="22"/>
          <w:szCs w:val="22"/>
        </w:rPr>
      </w:pPr>
    </w:p>
    <w:sectPr w:rsidR="00371D45" w:rsidRPr="009006B3" w:rsidSect="00D036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32" w:code="9"/>
      <w:pgMar w:top="1701" w:right="1361" w:bottom="1701" w:left="1361" w:header="1134" w:footer="284" w:gutter="0"/>
      <w:cols w:space="720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649" w:rsidRDefault="00D03649" w:rsidP="00D03649">
      <w:r>
        <w:separator/>
      </w:r>
    </w:p>
  </w:endnote>
  <w:endnote w:type="continuationSeparator" w:id="0">
    <w:p w:rsidR="00D03649" w:rsidRDefault="00D03649" w:rsidP="00D0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75" w:rsidRDefault="00600B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75" w:rsidRDefault="00600B7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75" w:rsidRDefault="00600B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649" w:rsidRDefault="00D03649" w:rsidP="00D03649">
      <w:r>
        <w:separator/>
      </w:r>
    </w:p>
  </w:footnote>
  <w:footnote w:type="continuationSeparator" w:id="0">
    <w:p w:rsidR="00D03649" w:rsidRDefault="00D03649" w:rsidP="00D03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75" w:rsidRDefault="00600B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649" w:rsidRDefault="00D03649">
    <w:pPr>
      <w:pStyle w:val="a3"/>
    </w:pPr>
    <w:r>
      <w:rPr>
        <w:rFonts w:hint="eastAsia"/>
      </w:rPr>
      <w:t>様式第１号</w:t>
    </w:r>
    <w:r w:rsidR="00600B75">
      <w:rPr>
        <w:rFonts w:hint="eastAsia"/>
      </w:rPr>
      <w:t>（第２条関係）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75" w:rsidRDefault="00600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attachedTemplate r:id="rId1"/>
  <w:defaultTabStop w:val="720"/>
  <w:doNotHyphenateCaps/>
  <w:drawingGridHorizontalSpacing w:val="105"/>
  <w:drawingGridVerticalSpacing w:val="190"/>
  <w:displayHorizontalDrawingGridEvery w:val="0"/>
  <w:displayVertic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76"/>
    <w:rsid w:val="00253776"/>
    <w:rsid w:val="00371D45"/>
    <w:rsid w:val="00600B75"/>
    <w:rsid w:val="00663CFA"/>
    <w:rsid w:val="00760606"/>
    <w:rsid w:val="009006B3"/>
    <w:rsid w:val="00A57946"/>
    <w:rsid w:val="00AE587A"/>
    <w:rsid w:val="00D03649"/>
    <w:rsid w:val="00DD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B178E5E-F12C-4793-8548-7B4F7D3F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36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3649"/>
    <w:rPr>
      <w:rFonts w:ascii="ＭＳ 明朝" w:hAnsi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rsid w:val="00D036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3649"/>
    <w:rPr>
      <w:rFonts w:ascii="ＭＳ 明朝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_003\Desktop\&#65313;&#65331;&#20803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ＡＳ元.dot</Template>
  <TotalTime>2</TotalTime>
  <Pages>1</Pages>
  <Words>144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データ事業部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AS_003</dc:creator>
  <cp:keywords/>
  <dc:description/>
  <cp:lastModifiedBy>嶋中大輔</cp:lastModifiedBy>
  <cp:revision>5</cp:revision>
  <cp:lastPrinted>2012-02-07T02:12:00Z</cp:lastPrinted>
  <dcterms:created xsi:type="dcterms:W3CDTF">2023-12-04T09:43:00Z</dcterms:created>
  <dcterms:modified xsi:type="dcterms:W3CDTF">2024-01-30T05:39:00Z</dcterms:modified>
</cp:coreProperties>
</file>